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A9" w:rsidRDefault="00842CA9" w:rsidP="00D1555E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Түйіндеме</w:t>
      </w:r>
    </w:p>
    <w:tbl>
      <w:tblPr>
        <w:tblpPr w:leftFromText="180" w:rightFromText="180" w:vertAnchor="text" w:horzAnchor="margin" w:tblpXSpec="right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842CA9" w:rsidRPr="009937EC" w:rsidTr="009937EC">
        <w:trPr>
          <w:trHeight w:val="2214"/>
        </w:trPr>
        <w:tc>
          <w:tcPr>
            <w:tcW w:w="1912" w:type="dxa"/>
            <w:vAlign w:val="center"/>
          </w:tcPr>
          <w:p w:rsidR="00842CA9" w:rsidRPr="009937EC" w:rsidRDefault="00842CA9" w:rsidP="009937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37EC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84.75pt;height:113.25pt;visibility:visible">
                  <v:imagedata r:id="rId4" o:title=""/>
                </v:shape>
              </w:pict>
            </w:r>
          </w:p>
        </w:tc>
      </w:tr>
    </w:tbl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842CA9" w:rsidRPr="009026CD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 (толық):</w:t>
      </w:r>
      <w:r w:rsidRPr="009026C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Жабаев Биржан Серікұлы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Туған жылы, айы, күні: 05.11.1998 жыл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Мекен-жайы: Алакөл ауданы, Үшарал қаласы, Панфилова 115 а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Ұялы телефоны:87076179836</w:t>
      </w:r>
    </w:p>
    <w:p w:rsidR="00842CA9" w:rsidRPr="00BC46D6" w:rsidRDefault="00842CA9" w:rsidP="00D155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BC46D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birzhan</w:t>
      </w:r>
      <w:r w:rsidRPr="00BC46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zhabaev</w:t>
      </w:r>
      <w:r w:rsidRPr="00BC46D6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bk</w:t>
      </w:r>
      <w:r w:rsidRPr="00BC46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Мақсаты: Шет елдік компанияларда және шет елде жұмыс істеу,сонымен қатар біліктілігімді арттыру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 І.Жансүгіров атындағы ЖМУ,Құқық және экономика факультеті, менеджмент,2016-2020, Бакалавр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(тағлыма): Қайнар АКБ, сату бөлімі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 ақпарат: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Кәсіби дағдылары : 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 тілі, орыс тілі, ағылшын тілі сөздікпен 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Жеке қасиеттері: Жұмысқа жауапкершілікпен қараймын, креативті,еңбекқор</w:t>
      </w: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842CA9" w:rsidRPr="009937EC" w:rsidTr="009937EC">
        <w:trPr>
          <w:trHeight w:val="2214"/>
        </w:trPr>
        <w:tc>
          <w:tcPr>
            <w:tcW w:w="1912" w:type="dxa"/>
            <w:vAlign w:val="center"/>
          </w:tcPr>
          <w:p w:rsidR="00842CA9" w:rsidRPr="009937EC" w:rsidRDefault="00842CA9" w:rsidP="009937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37EC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2" o:spid="_x0000_i1026" type="#_x0000_t75" style="width:84.75pt;height:113.25pt;visibility:visible">
                  <v:imagedata r:id="rId4" o:title=""/>
                </v:shape>
              </w:pict>
            </w:r>
          </w:p>
        </w:tc>
      </w:tr>
    </w:tbl>
    <w:p w:rsidR="00842CA9" w:rsidRDefault="00842CA9" w:rsidP="008862AD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Резюме 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</w:p>
    <w:p w:rsidR="00842CA9" w:rsidRPr="008862AD" w:rsidRDefault="00842CA9" w:rsidP="008862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 (полностью): Жабаев Биржан Серікұлы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Дата рождения: 05.11.1998 г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Адрес проживания: Алакольский район, г.Учарал, Панфилова 115 а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Мобильный телефон:87076179836</w:t>
      </w:r>
    </w:p>
    <w:p w:rsidR="00842CA9" w:rsidRPr="00BC46D6" w:rsidRDefault="00842CA9" w:rsidP="008862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BC46D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BC46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birzhan</w:t>
      </w:r>
      <w:r w:rsidRPr="00BC46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zhabaev</w:t>
      </w:r>
      <w:r w:rsidRPr="00BC46D6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bk</w:t>
      </w:r>
      <w:r w:rsidRPr="00BC46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Цель: Работать в зарубежных странах и компаниях, и стать опытным менеджером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ЖГУ им. И.Жансугурова, факультет права и экономики, менедмжент, 2016-2020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(стажировка): Кайнар –АКБ, отдел продажи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Дополнительная информация: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Профессиональные навыки и знания: 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Казахский язык, русский язык, английский язык со словарем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Личные качества: Пунктуальный,ответственный,креа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>тивный</w:t>
      </w: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8862AD">
      <w:pPr>
        <w:rPr>
          <w:rFonts w:ascii="Times New Roman" w:hAnsi="Times New Roman"/>
          <w:sz w:val="28"/>
          <w:szCs w:val="28"/>
          <w:lang w:val="kk-KZ"/>
        </w:rPr>
      </w:pPr>
    </w:p>
    <w:p w:rsidR="00842CA9" w:rsidRPr="009026CD" w:rsidRDefault="00842CA9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842CA9" w:rsidRDefault="00842CA9" w:rsidP="00D1555E">
      <w:pPr>
        <w:rPr>
          <w:rFonts w:ascii="Times New Roman" w:hAnsi="Times New Roman"/>
          <w:sz w:val="28"/>
          <w:szCs w:val="28"/>
          <w:lang w:val="kk-KZ"/>
        </w:rPr>
      </w:pPr>
    </w:p>
    <w:sectPr w:rsidR="00842CA9" w:rsidSect="00891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916"/>
    <w:rsid w:val="00125B0E"/>
    <w:rsid w:val="001D62D0"/>
    <w:rsid w:val="005235AE"/>
    <w:rsid w:val="00671916"/>
    <w:rsid w:val="006E0AA9"/>
    <w:rsid w:val="00842CA9"/>
    <w:rsid w:val="008846CA"/>
    <w:rsid w:val="008862AD"/>
    <w:rsid w:val="00891D00"/>
    <w:rsid w:val="009026CD"/>
    <w:rsid w:val="0091112B"/>
    <w:rsid w:val="0093210E"/>
    <w:rsid w:val="009937EC"/>
    <w:rsid w:val="00BC46D6"/>
    <w:rsid w:val="00D1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D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4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23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3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195</Words>
  <Characters>1116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Mara</cp:lastModifiedBy>
  <cp:revision>3</cp:revision>
  <dcterms:created xsi:type="dcterms:W3CDTF">2019-09-26T07:56:00Z</dcterms:created>
  <dcterms:modified xsi:type="dcterms:W3CDTF">2019-09-26T13:26:00Z</dcterms:modified>
</cp:coreProperties>
</file>